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4FD" w:rsidRPr="00522F8F" w:rsidRDefault="00D444FD" w:rsidP="00D444FD">
      <w:pPr>
        <w:pStyle w:val="10"/>
        <w:autoSpaceDN w:val="0"/>
        <w:rPr>
          <w:rFonts w:hAnsi="ＭＳ 明朝" w:hint="eastAsia"/>
          <w:kern w:val="22"/>
        </w:rPr>
      </w:pPr>
      <w:bookmarkStart w:id="0" w:name="_GoBack"/>
      <w:bookmarkEnd w:id="0"/>
      <w:r>
        <w:rPr>
          <w:rFonts w:hAnsi="ＭＳ 明朝" w:hint="eastAsia"/>
          <w:kern w:val="22"/>
        </w:rPr>
        <w:t>別記</w:t>
      </w:r>
      <w:r w:rsidRPr="00522F8F">
        <w:rPr>
          <w:rFonts w:hAnsi="ＭＳ 明朝" w:hint="eastAsia"/>
          <w:kern w:val="22"/>
        </w:rPr>
        <w:t>様式第</w:t>
      </w:r>
      <w:r>
        <w:rPr>
          <w:rFonts w:hAnsi="ＭＳ 明朝" w:hint="eastAsia"/>
          <w:kern w:val="22"/>
        </w:rPr>
        <w:t>２</w:t>
      </w:r>
      <w:r w:rsidRPr="00522F8F">
        <w:rPr>
          <w:rFonts w:hAnsi="ＭＳ 明朝" w:hint="eastAsia"/>
          <w:kern w:val="22"/>
        </w:rPr>
        <w:t>号</w:t>
      </w:r>
    </w:p>
    <w:p w:rsidR="00484DFF" w:rsidRPr="001E0FBB" w:rsidRDefault="00484DFF">
      <w:pPr>
        <w:pStyle w:val="10"/>
        <w:autoSpaceDN w:val="0"/>
        <w:rPr>
          <w:rFonts w:hAnsi="ＭＳ 明朝" w:hint="eastAsia"/>
          <w:kern w:val="22"/>
        </w:rPr>
      </w:pPr>
    </w:p>
    <w:p w:rsidR="00484DFF" w:rsidRPr="001E0FBB" w:rsidRDefault="00F10FAD" w:rsidP="00852FF0">
      <w:pPr>
        <w:autoSpaceDN w:val="0"/>
        <w:spacing w:beforeLines="100" w:before="302"/>
        <w:jc w:val="center"/>
        <w:rPr>
          <w:rFonts w:hAnsi="ＭＳ 明朝" w:hint="eastAsia"/>
          <w:bCs/>
          <w:spacing w:val="20"/>
          <w:kern w:val="22"/>
          <w:sz w:val="24"/>
        </w:rPr>
      </w:pPr>
      <w:r w:rsidRPr="001E0FBB">
        <w:rPr>
          <w:rFonts w:hAnsi="ＭＳ 明朝" w:hint="eastAsia"/>
          <w:bCs/>
          <w:spacing w:val="20"/>
          <w:kern w:val="22"/>
          <w:sz w:val="24"/>
        </w:rPr>
        <w:t>設計</w:t>
      </w:r>
      <w:r w:rsidR="00966FA4">
        <w:rPr>
          <w:rFonts w:hAnsi="ＭＳ 明朝" w:hint="eastAsia"/>
          <w:bCs/>
          <w:spacing w:val="20"/>
          <w:kern w:val="22"/>
          <w:sz w:val="24"/>
        </w:rPr>
        <w:t>図</w:t>
      </w:r>
      <w:r w:rsidRPr="001E0FBB">
        <w:rPr>
          <w:rFonts w:hAnsi="ＭＳ 明朝" w:hint="eastAsia"/>
          <w:bCs/>
          <w:spacing w:val="20"/>
          <w:kern w:val="22"/>
          <w:sz w:val="24"/>
        </w:rPr>
        <w:t>書等</w:t>
      </w:r>
      <w:r w:rsidR="00484DFF" w:rsidRPr="001E0FBB">
        <w:rPr>
          <w:rFonts w:hAnsi="ＭＳ 明朝" w:hint="eastAsia"/>
          <w:bCs/>
          <w:spacing w:val="20"/>
          <w:kern w:val="22"/>
          <w:sz w:val="24"/>
        </w:rPr>
        <w:t>に関する質問</w:t>
      </w:r>
      <w:r w:rsidR="004F55DE" w:rsidRPr="001E0FBB">
        <w:rPr>
          <w:rFonts w:hAnsi="ＭＳ 明朝" w:hint="eastAsia"/>
          <w:bCs/>
          <w:spacing w:val="20"/>
          <w:kern w:val="22"/>
          <w:sz w:val="24"/>
        </w:rPr>
        <w:t>書</w:t>
      </w:r>
    </w:p>
    <w:p w:rsidR="00484DFF" w:rsidRPr="001E0FBB" w:rsidRDefault="00484DFF" w:rsidP="00852FF0">
      <w:pPr>
        <w:pStyle w:val="10"/>
        <w:autoSpaceDN w:val="0"/>
        <w:spacing w:beforeLines="100" w:before="302"/>
        <w:rPr>
          <w:rFonts w:hAnsi="ＭＳ 明朝" w:hint="eastAsia"/>
          <w:kern w:val="22"/>
        </w:rPr>
      </w:pPr>
    </w:p>
    <w:p w:rsidR="00484DFF" w:rsidRPr="001E0FBB" w:rsidRDefault="006C2B5A" w:rsidP="00B02227">
      <w:pPr>
        <w:pStyle w:val="10"/>
        <w:wordWrap w:val="0"/>
        <w:autoSpaceDN w:val="0"/>
        <w:jc w:val="right"/>
        <w:rPr>
          <w:rFonts w:hAnsi="ＭＳ 明朝" w:hint="eastAsia"/>
          <w:kern w:val="22"/>
        </w:rPr>
      </w:pPr>
      <w:r>
        <w:rPr>
          <w:rFonts w:hAnsi="ＭＳ 明朝" w:hint="eastAsia"/>
          <w:kern w:val="22"/>
        </w:rPr>
        <w:t>令和</w:t>
      </w:r>
      <w:r w:rsidR="00097DEE">
        <w:rPr>
          <w:rFonts w:hAnsi="ＭＳ 明朝" w:hint="eastAsia"/>
          <w:kern w:val="22"/>
        </w:rPr>
        <w:t>８</w:t>
      </w:r>
      <w:r w:rsidR="00484DFF" w:rsidRPr="001E0FBB">
        <w:rPr>
          <w:rFonts w:hAnsi="ＭＳ 明朝" w:hint="eastAsia"/>
          <w:kern w:val="22"/>
        </w:rPr>
        <w:t>年　 月　 日</w:t>
      </w:r>
      <w:r w:rsidR="00B02227">
        <w:rPr>
          <w:rFonts w:hAnsi="ＭＳ 明朝" w:hint="eastAsia"/>
          <w:kern w:val="22"/>
        </w:rPr>
        <w:t xml:space="preserve">　</w:t>
      </w:r>
    </w:p>
    <w:p w:rsidR="00484DFF" w:rsidRPr="001E0FBB" w:rsidRDefault="00484DFF">
      <w:pPr>
        <w:pStyle w:val="10"/>
        <w:autoSpaceDN w:val="0"/>
        <w:rPr>
          <w:rFonts w:hAnsi="ＭＳ 明朝" w:hint="eastAsia"/>
          <w:kern w:val="22"/>
        </w:rPr>
      </w:pPr>
    </w:p>
    <w:p w:rsidR="00484DFF" w:rsidRPr="001E0FBB" w:rsidRDefault="00484DFF" w:rsidP="00B02227">
      <w:pPr>
        <w:pStyle w:val="10"/>
        <w:autoSpaceDN w:val="0"/>
        <w:ind w:firstLineChars="100" w:firstLine="224"/>
        <w:rPr>
          <w:rFonts w:hAnsi="ＭＳ 明朝" w:hint="eastAsia"/>
          <w:kern w:val="22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1E0FBB">
          <w:rPr>
            <w:rFonts w:hAnsi="ＭＳ 明朝" w:hint="eastAsia"/>
            <w:kern w:val="22"/>
          </w:rPr>
          <w:t>延岡市</w:t>
        </w:r>
      </w:smartTag>
      <w:r w:rsidR="00997677">
        <w:rPr>
          <w:rFonts w:hAnsi="ＭＳ 明朝" w:hint="eastAsia"/>
          <w:kern w:val="22"/>
        </w:rPr>
        <w:t>長</w:t>
      </w:r>
    </w:p>
    <w:p w:rsidR="00484DFF" w:rsidRPr="001E0FBB" w:rsidRDefault="00484DFF">
      <w:pPr>
        <w:pStyle w:val="10"/>
        <w:autoSpaceDN w:val="0"/>
        <w:rPr>
          <w:rFonts w:hAnsi="ＭＳ 明朝" w:hint="eastAsia"/>
          <w:kern w:val="22"/>
        </w:rPr>
      </w:pPr>
    </w:p>
    <w:p w:rsidR="00484DFF" w:rsidRPr="001E0FBB" w:rsidRDefault="00484DFF">
      <w:pPr>
        <w:pStyle w:val="10"/>
        <w:autoSpaceDN w:val="0"/>
        <w:rPr>
          <w:rFonts w:hAnsi="ＭＳ 明朝" w:hint="eastAsia"/>
          <w:kern w:val="22"/>
        </w:rPr>
      </w:pPr>
    </w:p>
    <w:p w:rsidR="00966FA4" w:rsidRDefault="00966FA4" w:rsidP="00015DFF">
      <w:pPr>
        <w:autoSpaceDN w:val="0"/>
        <w:ind w:leftChars="1200" w:left="2570"/>
        <w:rPr>
          <w:rFonts w:hAnsi="ＭＳ 明朝" w:hint="eastAsia"/>
          <w:kern w:val="22"/>
          <w:sz w:val="22"/>
        </w:rPr>
      </w:pPr>
    </w:p>
    <w:p w:rsidR="00015DFF" w:rsidRDefault="00015DFF" w:rsidP="00015DFF">
      <w:pPr>
        <w:autoSpaceDN w:val="0"/>
        <w:ind w:leftChars="1200" w:left="2570"/>
        <w:rPr>
          <w:rFonts w:hAnsi="ＭＳ 明朝" w:hint="eastAsia"/>
        </w:rPr>
      </w:pPr>
      <w:r>
        <w:rPr>
          <w:rFonts w:hAnsi="ＭＳ 明朝" w:hint="eastAsia"/>
        </w:rPr>
        <w:t xml:space="preserve">　　　住　　　　所</w:t>
      </w:r>
    </w:p>
    <w:p w:rsidR="00015DFF" w:rsidRDefault="00015DFF" w:rsidP="00015DFF">
      <w:pPr>
        <w:autoSpaceDN w:val="0"/>
        <w:ind w:leftChars="1200" w:left="2570"/>
        <w:rPr>
          <w:rFonts w:hAnsi="ＭＳ 明朝" w:hint="eastAsia"/>
        </w:rPr>
      </w:pPr>
      <w:r>
        <w:rPr>
          <w:rFonts w:hAnsi="ＭＳ 明朝" w:hint="eastAsia"/>
        </w:rPr>
        <w:t xml:space="preserve">　　　商号又は名称</w:t>
      </w:r>
    </w:p>
    <w:p w:rsidR="00015DFF" w:rsidRDefault="00015DFF" w:rsidP="00015DFF">
      <w:pPr>
        <w:autoSpaceDN w:val="0"/>
        <w:ind w:leftChars="1200" w:left="2570"/>
        <w:rPr>
          <w:rFonts w:hAnsi="ＭＳ 明朝" w:hint="eastAsia"/>
        </w:rPr>
      </w:pPr>
      <w:r>
        <w:rPr>
          <w:rFonts w:hAnsi="ＭＳ 明朝" w:hint="eastAsia"/>
        </w:rPr>
        <w:t xml:space="preserve">　　　</w:t>
      </w:r>
      <w:r w:rsidRPr="00B82D03">
        <w:rPr>
          <w:rFonts w:hAnsi="ＭＳ 明朝" w:hint="eastAsia"/>
          <w:spacing w:val="29"/>
          <w:kern w:val="0"/>
          <w:fitText w:val="1284" w:id="-320641280"/>
        </w:rPr>
        <w:t>代表者</w:t>
      </w:r>
      <w:r w:rsidR="00B82D03" w:rsidRPr="00B82D03">
        <w:rPr>
          <w:rFonts w:hAnsi="ＭＳ 明朝" w:hint="eastAsia"/>
          <w:spacing w:val="29"/>
          <w:kern w:val="0"/>
          <w:fitText w:val="1284" w:id="-320641280"/>
        </w:rPr>
        <w:t>氏</w:t>
      </w:r>
      <w:r w:rsidR="00B82D03" w:rsidRPr="00B82D03">
        <w:rPr>
          <w:rFonts w:hAnsi="ＭＳ 明朝" w:hint="eastAsia"/>
          <w:spacing w:val="1"/>
          <w:kern w:val="0"/>
          <w:fitText w:val="1284" w:id="-320641280"/>
        </w:rPr>
        <w:t>名</w:t>
      </w:r>
    </w:p>
    <w:p w:rsidR="00015DFF" w:rsidRPr="001E0FBB" w:rsidRDefault="00015DFF" w:rsidP="0000621D">
      <w:pPr>
        <w:autoSpaceDN w:val="0"/>
        <w:spacing w:line="360" w:lineRule="auto"/>
        <w:ind w:leftChars="1176" w:left="2519" w:firstLineChars="150" w:firstLine="336"/>
        <w:rPr>
          <w:rFonts w:hAnsi="ＭＳ 明朝" w:hint="eastAsia"/>
          <w:kern w:val="22"/>
          <w:sz w:val="22"/>
        </w:rPr>
      </w:pPr>
    </w:p>
    <w:p w:rsidR="00484DFF" w:rsidRPr="001E0FBB" w:rsidRDefault="00484DFF">
      <w:pPr>
        <w:autoSpaceDN w:val="0"/>
        <w:spacing w:line="360" w:lineRule="auto"/>
        <w:rPr>
          <w:rFonts w:hAnsi="ＭＳ 明朝" w:hint="eastAsia"/>
          <w:kern w:val="22"/>
          <w:sz w:val="22"/>
        </w:rPr>
      </w:pPr>
    </w:p>
    <w:p w:rsidR="00484DFF" w:rsidRPr="00015DFF" w:rsidRDefault="00484DFF" w:rsidP="00015DFF">
      <w:pPr>
        <w:pStyle w:val="10"/>
        <w:autoSpaceDN w:val="0"/>
        <w:spacing w:line="360" w:lineRule="auto"/>
        <w:rPr>
          <w:rFonts w:hAnsi="ＭＳ 明朝" w:hint="eastAsia"/>
          <w:kern w:val="22"/>
        </w:rPr>
      </w:pPr>
    </w:p>
    <w:p w:rsidR="00484DFF" w:rsidRPr="001E0FBB" w:rsidRDefault="00484DFF" w:rsidP="00484DFF">
      <w:pPr>
        <w:autoSpaceDN w:val="0"/>
        <w:rPr>
          <w:rFonts w:hAnsi="ＭＳ 明朝" w:hint="eastAsia"/>
          <w:kern w:val="22"/>
          <w:sz w:val="22"/>
        </w:rPr>
      </w:pPr>
    </w:p>
    <w:p w:rsidR="00484DFF" w:rsidRPr="00576F8B" w:rsidRDefault="00484DFF">
      <w:pPr>
        <w:pStyle w:val="10"/>
        <w:autoSpaceDN w:val="0"/>
        <w:rPr>
          <w:rFonts w:hAnsi="ＭＳ 明朝" w:hint="eastAsia"/>
          <w:szCs w:val="22"/>
        </w:rPr>
      </w:pPr>
      <w:r w:rsidRPr="001E0FBB">
        <w:rPr>
          <w:rFonts w:hAnsi="ＭＳ 明朝" w:hint="eastAsia"/>
          <w:kern w:val="22"/>
        </w:rPr>
        <w:t xml:space="preserve">　</w:t>
      </w:r>
      <w:r w:rsidRPr="00576F8B">
        <w:rPr>
          <w:rFonts w:hAnsi="ＭＳ 明朝" w:hint="eastAsia"/>
          <w:szCs w:val="22"/>
        </w:rPr>
        <w:t>条件付一般競争入札に関する</w:t>
      </w:r>
      <w:r w:rsidR="00F10FAD" w:rsidRPr="00576F8B">
        <w:rPr>
          <w:rFonts w:hAnsi="ＭＳ 明朝" w:hint="eastAsia"/>
          <w:szCs w:val="22"/>
        </w:rPr>
        <w:t>設計</w:t>
      </w:r>
      <w:r w:rsidR="00706956">
        <w:rPr>
          <w:rFonts w:hAnsi="ＭＳ 明朝" w:hint="eastAsia"/>
          <w:szCs w:val="22"/>
        </w:rPr>
        <w:t>図</w:t>
      </w:r>
      <w:r w:rsidR="00F10FAD" w:rsidRPr="00576F8B">
        <w:rPr>
          <w:rFonts w:hAnsi="ＭＳ 明朝" w:hint="eastAsia"/>
          <w:szCs w:val="22"/>
        </w:rPr>
        <w:t>書</w:t>
      </w:r>
      <w:r w:rsidRPr="00576F8B">
        <w:rPr>
          <w:rFonts w:hAnsi="ＭＳ 明朝" w:hint="eastAsia"/>
          <w:szCs w:val="22"/>
        </w:rPr>
        <w:t>について、別紙のとおり質問書を提出します。</w:t>
      </w:r>
    </w:p>
    <w:p w:rsidR="00484DFF" w:rsidRPr="00576F8B" w:rsidRDefault="00484DFF">
      <w:pPr>
        <w:pStyle w:val="10"/>
        <w:autoSpaceDN w:val="0"/>
        <w:rPr>
          <w:rFonts w:hAnsi="ＭＳ 明朝" w:hint="eastAsia"/>
          <w:szCs w:val="22"/>
        </w:rPr>
      </w:pPr>
    </w:p>
    <w:p w:rsidR="00AB7AD6" w:rsidRPr="00576F8B" w:rsidRDefault="00AB7AD6">
      <w:pPr>
        <w:pStyle w:val="10"/>
        <w:autoSpaceDN w:val="0"/>
        <w:rPr>
          <w:rFonts w:hAnsi="ＭＳ 明朝" w:hint="eastAsia"/>
          <w:szCs w:val="22"/>
        </w:rPr>
      </w:pPr>
    </w:p>
    <w:p w:rsidR="00313E13" w:rsidRPr="00DC00A0" w:rsidRDefault="00313E13" w:rsidP="00B02227">
      <w:pPr>
        <w:autoSpaceDN w:val="0"/>
        <w:ind w:firstLineChars="398" w:firstLine="892"/>
        <w:rPr>
          <w:rFonts w:hAnsi="ＭＳ 明朝" w:hint="eastAsia"/>
          <w:sz w:val="22"/>
          <w:szCs w:val="22"/>
        </w:rPr>
      </w:pPr>
      <w:r w:rsidRPr="00576F8B">
        <w:rPr>
          <w:rFonts w:hAnsi="ＭＳ 明朝" w:hint="eastAsia"/>
          <w:sz w:val="22"/>
          <w:szCs w:val="22"/>
        </w:rPr>
        <w:t xml:space="preserve">公告日　</w:t>
      </w:r>
      <w:r w:rsidRPr="00FA5663">
        <w:rPr>
          <w:rFonts w:hAnsi="ＭＳ 明朝" w:hint="eastAsia"/>
          <w:sz w:val="22"/>
          <w:szCs w:val="22"/>
        </w:rPr>
        <w:t xml:space="preserve">　</w:t>
      </w:r>
      <w:r w:rsidR="00097DEE">
        <w:rPr>
          <w:rFonts w:hAnsi="ＭＳ 明朝" w:hint="eastAsia"/>
          <w:sz w:val="22"/>
          <w:szCs w:val="22"/>
        </w:rPr>
        <w:t>令和８</w:t>
      </w:r>
      <w:r w:rsidR="00926134" w:rsidRPr="00DC00A0">
        <w:rPr>
          <w:rFonts w:hAnsi="ＭＳ 明朝" w:hint="eastAsia"/>
          <w:sz w:val="22"/>
          <w:szCs w:val="22"/>
        </w:rPr>
        <w:t>年</w:t>
      </w:r>
      <w:r w:rsidR="00FB30CA">
        <w:rPr>
          <w:rFonts w:hAnsi="ＭＳ 明朝" w:hint="eastAsia"/>
          <w:sz w:val="22"/>
          <w:szCs w:val="22"/>
        </w:rPr>
        <w:t>２</w:t>
      </w:r>
      <w:r w:rsidR="00926134" w:rsidRPr="00DC00A0">
        <w:rPr>
          <w:rFonts w:hAnsi="ＭＳ 明朝" w:hint="eastAsia"/>
          <w:sz w:val="22"/>
          <w:szCs w:val="22"/>
        </w:rPr>
        <w:t>月</w:t>
      </w:r>
      <w:r w:rsidR="00FB30CA">
        <w:rPr>
          <w:rFonts w:hAnsi="ＭＳ 明朝" w:hint="eastAsia"/>
          <w:sz w:val="22"/>
          <w:szCs w:val="22"/>
        </w:rPr>
        <w:t>１３</w:t>
      </w:r>
      <w:r w:rsidRPr="00DC00A0">
        <w:rPr>
          <w:rFonts w:hAnsi="ＭＳ 明朝" w:hint="eastAsia"/>
          <w:sz w:val="22"/>
          <w:szCs w:val="22"/>
        </w:rPr>
        <w:t>日</w:t>
      </w:r>
    </w:p>
    <w:p w:rsidR="00DC24BD" w:rsidRPr="00AA5393" w:rsidRDefault="00DC24BD" w:rsidP="00576F8B">
      <w:pPr>
        <w:autoSpaceDN w:val="0"/>
        <w:ind w:firstLineChars="398" w:firstLine="892"/>
        <w:rPr>
          <w:rFonts w:hAnsi="ＭＳ 明朝" w:hint="eastAsia"/>
          <w:sz w:val="22"/>
          <w:szCs w:val="22"/>
        </w:rPr>
      </w:pPr>
    </w:p>
    <w:p w:rsidR="007B4620" w:rsidRPr="007B4620" w:rsidRDefault="00A441A0" w:rsidP="007B4620">
      <w:pPr>
        <w:ind w:firstLineChars="400" w:firstLine="897"/>
        <w:rPr>
          <w:rFonts w:hAnsi="ＭＳ 明朝" w:hint="eastAsia"/>
          <w:snapToGrid w:val="0"/>
        </w:rPr>
      </w:pPr>
      <w:r w:rsidRPr="00DC00A0">
        <w:rPr>
          <w:rFonts w:hAnsi="ＭＳ 明朝" w:hint="eastAsia"/>
          <w:sz w:val="22"/>
          <w:szCs w:val="22"/>
        </w:rPr>
        <w:t>工事</w:t>
      </w:r>
      <w:r w:rsidR="00313E13" w:rsidRPr="00DC00A0">
        <w:rPr>
          <w:rFonts w:hAnsi="ＭＳ 明朝" w:hint="eastAsia"/>
          <w:sz w:val="22"/>
          <w:szCs w:val="22"/>
        </w:rPr>
        <w:t xml:space="preserve">名　　</w:t>
      </w:r>
      <w:r w:rsidR="00FB30CA">
        <w:rPr>
          <w:rFonts w:hAnsi="ＭＳ 明朝" w:hint="eastAsia"/>
          <w:sz w:val="22"/>
          <w:szCs w:val="22"/>
        </w:rPr>
        <w:t>富美山第２雨水ポンプ場電気</w:t>
      </w:r>
      <w:r w:rsidR="00097DEE" w:rsidRPr="00097DEE">
        <w:rPr>
          <w:rFonts w:hAnsi="ＭＳ 明朝" w:hint="eastAsia"/>
          <w:sz w:val="22"/>
          <w:szCs w:val="22"/>
        </w:rPr>
        <w:t>設備工事</w:t>
      </w:r>
    </w:p>
    <w:p w:rsidR="00313E13" w:rsidRPr="007B4620" w:rsidRDefault="00313E13" w:rsidP="00576F8B">
      <w:pPr>
        <w:ind w:firstLineChars="398" w:firstLine="892"/>
        <w:rPr>
          <w:rFonts w:hAnsi="ＭＳ 明朝" w:hint="eastAsia"/>
          <w:sz w:val="22"/>
          <w:szCs w:val="22"/>
        </w:rPr>
      </w:pPr>
    </w:p>
    <w:p w:rsidR="00346340" w:rsidRPr="00576F8B" w:rsidRDefault="00346340" w:rsidP="00346340">
      <w:pPr>
        <w:pStyle w:val="10"/>
        <w:autoSpaceDN w:val="0"/>
        <w:rPr>
          <w:rFonts w:hAnsi="ＭＳ 明朝" w:hint="eastAsia"/>
          <w:szCs w:val="22"/>
        </w:rPr>
      </w:pPr>
    </w:p>
    <w:p w:rsidR="00AB7AD6" w:rsidRPr="00576F8B" w:rsidRDefault="00AB7AD6" w:rsidP="00782836">
      <w:pPr>
        <w:pStyle w:val="10"/>
        <w:autoSpaceDN w:val="0"/>
        <w:rPr>
          <w:rFonts w:hAnsi="ＭＳ 明朝" w:hint="eastAsia"/>
          <w:szCs w:val="22"/>
        </w:rPr>
      </w:pPr>
    </w:p>
    <w:p w:rsidR="00782836" w:rsidRPr="00576F8B" w:rsidRDefault="00782836" w:rsidP="00782836">
      <w:pPr>
        <w:pStyle w:val="10"/>
        <w:autoSpaceDN w:val="0"/>
        <w:rPr>
          <w:rFonts w:hAnsi="ＭＳ 明朝" w:hint="eastAsia"/>
          <w:szCs w:val="22"/>
        </w:rPr>
      </w:pPr>
    </w:p>
    <w:p w:rsidR="00AB7AD6" w:rsidRPr="00576F8B" w:rsidRDefault="00AB7AD6">
      <w:pPr>
        <w:pStyle w:val="10"/>
        <w:autoSpaceDN w:val="0"/>
        <w:rPr>
          <w:rFonts w:hAnsi="ＭＳ 明朝" w:hint="eastAsia"/>
          <w:szCs w:val="22"/>
        </w:rPr>
      </w:pPr>
    </w:p>
    <w:p w:rsidR="00146DE7" w:rsidRPr="00576F8B" w:rsidRDefault="00146DE7">
      <w:pPr>
        <w:pStyle w:val="10"/>
        <w:autoSpaceDN w:val="0"/>
        <w:rPr>
          <w:rFonts w:hAnsi="ＭＳ 明朝" w:hint="eastAsia"/>
          <w:szCs w:val="22"/>
        </w:rPr>
      </w:pPr>
    </w:p>
    <w:p w:rsidR="008456E7" w:rsidRPr="00782836" w:rsidRDefault="00484DFF" w:rsidP="00FD2238">
      <w:pPr>
        <w:pStyle w:val="10"/>
        <w:autoSpaceDN w:val="0"/>
        <w:ind w:left="448" w:hangingChars="200" w:hanging="448"/>
        <w:rPr>
          <w:rFonts w:hAnsi="ＭＳ 明朝" w:hint="eastAsia"/>
        </w:rPr>
      </w:pPr>
      <w:r w:rsidRPr="00576F8B">
        <w:rPr>
          <w:rFonts w:hAnsi="ＭＳ 明朝" w:hint="eastAsia"/>
          <w:szCs w:val="22"/>
        </w:rPr>
        <w:t>（注）</w:t>
      </w:r>
      <w:r w:rsidR="005E3453" w:rsidRPr="00782836">
        <w:rPr>
          <w:rFonts w:hAnsi="ＭＳ 明朝" w:hint="eastAsia"/>
        </w:rPr>
        <w:t>E-mailを送信する場合には、件名欄に「</w:t>
      </w:r>
      <w:r w:rsidR="00F10FAD" w:rsidRPr="00782836">
        <w:rPr>
          <w:rFonts w:hAnsi="ＭＳ 明朝" w:hint="eastAsia"/>
        </w:rPr>
        <w:t>設計</w:t>
      </w:r>
      <w:r w:rsidR="00706956">
        <w:rPr>
          <w:rFonts w:hAnsi="ＭＳ 明朝" w:hint="eastAsia"/>
        </w:rPr>
        <w:t>図</w:t>
      </w:r>
      <w:r w:rsidR="00F10FAD" w:rsidRPr="00782836">
        <w:rPr>
          <w:rFonts w:hAnsi="ＭＳ 明朝" w:hint="eastAsia"/>
        </w:rPr>
        <w:t>書等</w:t>
      </w:r>
      <w:r w:rsidR="005E3453" w:rsidRPr="00782836">
        <w:rPr>
          <w:rFonts w:hAnsi="ＭＳ 明朝" w:hint="eastAsia"/>
        </w:rPr>
        <w:t>に関する質問</w:t>
      </w:r>
      <w:r w:rsidR="00115696" w:rsidRPr="00782836">
        <w:rPr>
          <w:rFonts w:hAnsi="ＭＳ 明朝" w:hint="eastAsia"/>
        </w:rPr>
        <w:t>【</w:t>
      </w:r>
      <w:r w:rsidR="00024590">
        <w:rPr>
          <w:rFonts w:hAnsi="ＭＳ 明朝" w:hint="eastAsia"/>
        </w:rPr>
        <w:t>富美山</w:t>
      </w:r>
      <w:r w:rsidR="00FB30CA">
        <w:rPr>
          <w:rFonts w:hAnsi="ＭＳ 明朝" w:hint="eastAsia"/>
        </w:rPr>
        <w:t>２電気</w:t>
      </w:r>
      <w:r w:rsidR="00115696" w:rsidRPr="00782836">
        <w:rPr>
          <w:rFonts w:hAnsi="ＭＳ 明朝" w:hint="eastAsia"/>
        </w:rPr>
        <w:t>】</w:t>
      </w:r>
      <w:r w:rsidR="00544533">
        <w:rPr>
          <w:rFonts w:hAnsi="ＭＳ 明朝" w:hint="eastAsia"/>
        </w:rPr>
        <w:t>」</w:t>
      </w:r>
      <w:r w:rsidR="005E3453" w:rsidRPr="00782836">
        <w:rPr>
          <w:rFonts w:hAnsi="ＭＳ 明朝" w:hint="eastAsia"/>
        </w:rPr>
        <w:t>と記入してください。</w:t>
      </w:r>
    </w:p>
    <w:p w:rsidR="00A60FAB" w:rsidRPr="00782836" w:rsidRDefault="00484DFF" w:rsidP="00A60FAB">
      <w:pPr>
        <w:pStyle w:val="10"/>
        <w:autoSpaceDN w:val="0"/>
        <w:ind w:firstLineChars="300" w:firstLine="673"/>
        <w:rPr>
          <w:rFonts w:hAnsi="ＭＳ 明朝" w:hint="eastAsia"/>
        </w:rPr>
      </w:pPr>
      <w:r w:rsidRPr="00782836">
        <w:rPr>
          <w:rFonts w:hAnsi="ＭＳ 明朝" w:hint="eastAsia"/>
        </w:rPr>
        <w:t>E-mail</w:t>
      </w:r>
      <w:r w:rsidR="0000621D" w:rsidRPr="00782836">
        <w:rPr>
          <w:rFonts w:hAnsi="ＭＳ 明朝" w:hint="eastAsia"/>
        </w:rPr>
        <w:t>アドレス</w:t>
      </w:r>
      <w:r w:rsidR="00A46C92">
        <w:rPr>
          <w:rFonts w:hAnsi="ＭＳ 明朝" w:hint="eastAsia"/>
        </w:rPr>
        <w:t>：</w:t>
      </w:r>
      <w:r w:rsidR="005344C5" w:rsidRPr="00782836">
        <w:rPr>
          <w:rFonts w:hAnsi="ＭＳ 明朝" w:hint="eastAsia"/>
        </w:rPr>
        <w:t>kanri@city.nobeoka.miyazaki.jp　（</w:t>
      </w: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782836">
          <w:rPr>
            <w:rFonts w:hAnsi="ＭＳ 明朝" w:hint="eastAsia"/>
            <w:lang w:eastAsia="zh-TW"/>
          </w:rPr>
          <w:t>延岡市</w:t>
        </w:r>
      </w:smartTag>
      <w:r w:rsidRPr="00782836">
        <w:rPr>
          <w:rFonts w:hAnsi="ＭＳ 明朝" w:hint="eastAsia"/>
          <w:lang w:eastAsia="zh-TW"/>
        </w:rPr>
        <w:t>企画部契約管理課</w:t>
      </w:r>
      <w:r w:rsidRPr="00782836">
        <w:rPr>
          <w:rFonts w:hAnsi="ＭＳ 明朝" w:hint="eastAsia"/>
        </w:rPr>
        <w:t>）</w:t>
      </w:r>
    </w:p>
    <w:p w:rsidR="00484DFF" w:rsidRPr="001E0FBB" w:rsidRDefault="00484DFF">
      <w:pPr>
        <w:pStyle w:val="10"/>
        <w:autoSpaceDN w:val="0"/>
        <w:rPr>
          <w:rFonts w:hAnsi="ＭＳ 明朝" w:hint="eastAsia"/>
          <w:kern w:val="22"/>
        </w:rPr>
      </w:pPr>
      <w:r w:rsidRPr="001E0FBB">
        <w:rPr>
          <w:rFonts w:hAnsi="ＭＳ 明朝"/>
          <w:kern w:val="22"/>
        </w:rPr>
        <w:br w:type="page"/>
      </w:r>
      <w:r w:rsidRPr="001E0FBB">
        <w:rPr>
          <w:rFonts w:hAnsi="ＭＳ 明朝" w:hint="eastAsia"/>
          <w:kern w:val="22"/>
        </w:rPr>
        <w:lastRenderedPageBreak/>
        <w:t>（</w:t>
      </w:r>
      <w:r w:rsidR="008462A3">
        <w:rPr>
          <w:rFonts w:hAnsi="ＭＳ 明朝" w:hint="eastAsia"/>
          <w:kern w:val="22"/>
        </w:rPr>
        <w:t>別記</w:t>
      </w:r>
      <w:r w:rsidR="008462A3" w:rsidRPr="00522F8F">
        <w:rPr>
          <w:rFonts w:hAnsi="ＭＳ 明朝" w:hint="eastAsia"/>
          <w:kern w:val="22"/>
        </w:rPr>
        <w:t>様式第</w:t>
      </w:r>
      <w:r w:rsidR="008462A3">
        <w:rPr>
          <w:rFonts w:hAnsi="ＭＳ 明朝" w:hint="eastAsia"/>
          <w:kern w:val="22"/>
        </w:rPr>
        <w:t>２</w:t>
      </w:r>
      <w:r w:rsidR="008462A3" w:rsidRPr="00522F8F">
        <w:rPr>
          <w:rFonts w:hAnsi="ＭＳ 明朝" w:hint="eastAsia"/>
          <w:kern w:val="22"/>
        </w:rPr>
        <w:t>号</w:t>
      </w:r>
      <w:r w:rsidR="008462A3">
        <w:rPr>
          <w:rFonts w:hAnsi="ＭＳ 明朝" w:hint="eastAsia"/>
          <w:kern w:val="22"/>
        </w:rPr>
        <w:t>関係</w:t>
      </w:r>
      <w:r w:rsidRPr="001E0FBB">
        <w:rPr>
          <w:rFonts w:hAnsi="ＭＳ 明朝" w:hint="eastAsia"/>
          <w:kern w:val="22"/>
        </w:rPr>
        <w:t>）</w:t>
      </w:r>
    </w:p>
    <w:p w:rsidR="00484DFF" w:rsidRPr="001E0FBB" w:rsidRDefault="0060559F">
      <w:pPr>
        <w:pStyle w:val="10"/>
        <w:autoSpaceDN w:val="0"/>
        <w:jc w:val="center"/>
        <w:rPr>
          <w:rFonts w:hAnsi="ＭＳ 明朝" w:hint="eastAsia"/>
          <w:spacing w:val="20"/>
          <w:kern w:val="22"/>
          <w:sz w:val="24"/>
        </w:rPr>
      </w:pPr>
      <w:r w:rsidRPr="001E0FBB">
        <w:rPr>
          <w:rFonts w:hAnsi="ＭＳ 明朝" w:hint="eastAsia"/>
          <w:spacing w:val="20"/>
          <w:kern w:val="0"/>
          <w:sz w:val="24"/>
        </w:rPr>
        <w:t>設計</w:t>
      </w:r>
      <w:r w:rsidR="00A7526F">
        <w:rPr>
          <w:rFonts w:hAnsi="ＭＳ 明朝" w:hint="eastAsia"/>
          <w:spacing w:val="20"/>
          <w:kern w:val="0"/>
          <w:sz w:val="24"/>
        </w:rPr>
        <w:t>図</w:t>
      </w:r>
      <w:r w:rsidRPr="001E0FBB">
        <w:rPr>
          <w:rFonts w:hAnsi="ＭＳ 明朝" w:hint="eastAsia"/>
          <w:spacing w:val="20"/>
          <w:kern w:val="0"/>
          <w:sz w:val="24"/>
        </w:rPr>
        <w:t>書等</w:t>
      </w:r>
      <w:r w:rsidR="00484DFF" w:rsidRPr="001E0FBB">
        <w:rPr>
          <w:rFonts w:hAnsi="ＭＳ 明朝" w:hint="eastAsia"/>
          <w:spacing w:val="20"/>
          <w:kern w:val="0"/>
          <w:sz w:val="24"/>
        </w:rPr>
        <w:t>に関する</w:t>
      </w:r>
      <w:r w:rsidR="004F55DE" w:rsidRPr="001E0FBB">
        <w:rPr>
          <w:rFonts w:hAnsi="ＭＳ 明朝" w:hint="eastAsia"/>
          <w:bCs/>
          <w:spacing w:val="20"/>
          <w:kern w:val="22"/>
          <w:sz w:val="24"/>
        </w:rPr>
        <w:t>質問書</w:t>
      </w:r>
    </w:p>
    <w:p w:rsidR="00484DFF" w:rsidRPr="001E0FBB" w:rsidRDefault="00484DFF">
      <w:pPr>
        <w:pStyle w:val="10"/>
        <w:autoSpaceDN w:val="0"/>
        <w:rPr>
          <w:rFonts w:hAnsi="ＭＳ 明朝" w:hint="eastAsia"/>
          <w:kern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1058"/>
        <w:gridCol w:w="637"/>
        <w:gridCol w:w="1058"/>
        <w:gridCol w:w="2885"/>
        <w:gridCol w:w="2886"/>
      </w:tblGrid>
      <w:tr w:rsidR="00484DFF" w:rsidRPr="001E0FBB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70" w:type="dxa"/>
            <w:tcMar>
              <w:left w:w="57" w:type="dxa"/>
              <w:right w:w="57" w:type="dxa"/>
            </w:tcMar>
            <w:vAlign w:val="center"/>
          </w:tcPr>
          <w:p w:rsidR="00517275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資料の</w:t>
            </w:r>
          </w:p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642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070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926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26" w:type="dxa"/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 xml:space="preserve">回　</w:t>
            </w:r>
            <w:r w:rsidR="00DC00A0">
              <w:rPr>
                <w:rFonts w:hAnsi="ＭＳ 明朝" w:hint="eastAsia"/>
                <w:kern w:val="22"/>
              </w:rPr>
              <w:t xml:space="preserve">　</w:t>
            </w:r>
            <w:r w:rsidRPr="001E0FBB">
              <w:rPr>
                <w:rFonts w:hAnsi="ＭＳ 明朝" w:hint="eastAsia"/>
                <w:kern w:val="22"/>
              </w:rPr>
              <w:t>答</w:t>
            </w: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A20FB9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A20FB9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</w:tbl>
    <w:p w:rsidR="00484DFF" w:rsidRPr="001E0FBB" w:rsidRDefault="00484DFF" w:rsidP="00D7631C">
      <w:pPr>
        <w:pStyle w:val="10"/>
        <w:autoSpaceDN w:val="0"/>
        <w:rPr>
          <w:rFonts w:hAnsi="ＭＳ 明朝" w:hint="eastAsia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（注）</w:t>
      </w:r>
    </w:p>
    <w:p w:rsidR="00D7631C" w:rsidRPr="001E0FBB" w:rsidRDefault="00484DFF" w:rsidP="00D7631C">
      <w:pPr>
        <w:pStyle w:val="10"/>
        <w:autoSpaceDN w:val="0"/>
        <w:rPr>
          <w:rFonts w:hAnsi="ＭＳ 明朝" w:hint="eastAsia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 xml:space="preserve">　１　整理番号の欄には、質問の通し番号を記入すること。</w:t>
      </w:r>
    </w:p>
    <w:p w:rsidR="00484DFF" w:rsidRPr="001E0FBB" w:rsidRDefault="00F9527F" w:rsidP="00F9527F">
      <w:pPr>
        <w:pStyle w:val="10"/>
        <w:autoSpaceDN w:val="0"/>
        <w:ind w:left="408" w:hangingChars="200" w:hanging="408"/>
        <w:rPr>
          <w:rFonts w:hAnsi="ＭＳ 明朝" w:hint="eastAsia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 xml:space="preserve">　２　資料の名称の欄には、公告、</w:t>
      </w:r>
      <w:r w:rsidR="00484DFF" w:rsidRPr="001E0FBB">
        <w:rPr>
          <w:rFonts w:hAnsi="ＭＳ 明朝" w:hint="eastAsia"/>
          <w:kern w:val="22"/>
          <w:sz w:val="20"/>
          <w:szCs w:val="20"/>
        </w:rPr>
        <w:t>仕様</w:t>
      </w:r>
      <w:r w:rsidRPr="001E0FBB">
        <w:rPr>
          <w:rFonts w:hAnsi="ＭＳ 明朝" w:hint="eastAsia"/>
          <w:kern w:val="22"/>
          <w:sz w:val="20"/>
          <w:szCs w:val="20"/>
        </w:rPr>
        <w:t>書</w:t>
      </w:r>
      <w:r w:rsidR="00484DFF" w:rsidRPr="001E0FBB">
        <w:rPr>
          <w:rFonts w:hAnsi="ＭＳ 明朝" w:hint="eastAsia"/>
          <w:kern w:val="22"/>
          <w:sz w:val="20"/>
          <w:szCs w:val="20"/>
        </w:rPr>
        <w:t>、設計書など質問に関する資料の名称を記入すること。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 w:hint="eastAsia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３　頁の欄には、質問に関する資料の該当するページを記入すること。</w:t>
      </w:r>
    </w:p>
    <w:p w:rsidR="00484DFF" w:rsidRPr="001E0FBB" w:rsidRDefault="004D1B7E" w:rsidP="00F9527F">
      <w:pPr>
        <w:pStyle w:val="10"/>
        <w:autoSpaceDN w:val="0"/>
        <w:ind w:firstLineChars="100" w:firstLine="204"/>
        <w:rPr>
          <w:rFonts w:hAnsi="ＭＳ 明朝" w:hint="eastAsia"/>
          <w:kern w:val="22"/>
          <w:sz w:val="20"/>
          <w:szCs w:val="20"/>
        </w:rPr>
      </w:pPr>
      <w:r>
        <w:rPr>
          <w:rFonts w:hAnsi="ＭＳ 明朝" w:hint="eastAsia"/>
          <w:kern w:val="22"/>
          <w:sz w:val="20"/>
          <w:szCs w:val="20"/>
        </w:rPr>
        <w:t>４　項目の欄には、質問に関する資料の項目（例：</w:t>
      </w:r>
      <w:r w:rsidR="00966FA4">
        <w:rPr>
          <w:rFonts w:hAnsi="ＭＳ 明朝" w:hint="eastAsia"/>
          <w:kern w:val="22"/>
          <w:sz w:val="20"/>
          <w:szCs w:val="20"/>
        </w:rPr>
        <w:t>１－１</w:t>
      </w:r>
      <w:r w:rsidR="00484DFF" w:rsidRPr="001E0FBB">
        <w:rPr>
          <w:rFonts w:hAnsi="ＭＳ 明朝" w:hint="eastAsia"/>
          <w:kern w:val="22"/>
          <w:sz w:val="20"/>
          <w:szCs w:val="20"/>
        </w:rPr>
        <w:t>－①）を記入すること。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 w:hint="eastAsia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５　質問内容の欄には、質問の内容を具体的に記入すること。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６　質問事項が、１枚の用紙で不足する場合には、次ページの用紙に記入すること。</w:t>
      </w:r>
    </w:p>
    <w:p w:rsidR="00484DFF" w:rsidRPr="001E0FBB" w:rsidRDefault="00484DFF">
      <w:pPr>
        <w:pStyle w:val="10"/>
        <w:autoSpaceDN w:val="0"/>
        <w:rPr>
          <w:rFonts w:hAnsi="ＭＳ 明朝" w:hint="eastAsia"/>
          <w:bCs/>
          <w:kern w:val="22"/>
          <w:szCs w:val="22"/>
        </w:rPr>
      </w:pPr>
      <w:r w:rsidRPr="001E0FBB">
        <w:rPr>
          <w:rFonts w:hAnsi="ＭＳ 明朝"/>
          <w:kern w:val="22"/>
          <w:sz w:val="21"/>
          <w:szCs w:val="21"/>
        </w:rPr>
        <w:br w:type="page"/>
      </w:r>
      <w:r w:rsidRPr="001E0FBB">
        <w:rPr>
          <w:rFonts w:hAnsi="ＭＳ 明朝" w:hint="eastAsia"/>
          <w:kern w:val="22"/>
          <w:szCs w:val="22"/>
        </w:rPr>
        <w:lastRenderedPageBreak/>
        <w:t>（</w:t>
      </w:r>
      <w:r w:rsidR="008462A3">
        <w:rPr>
          <w:rFonts w:hAnsi="ＭＳ 明朝" w:hint="eastAsia"/>
          <w:kern w:val="22"/>
        </w:rPr>
        <w:t>別記</w:t>
      </w:r>
      <w:r w:rsidR="008462A3" w:rsidRPr="00522F8F">
        <w:rPr>
          <w:rFonts w:hAnsi="ＭＳ 明朝" w:hint="eastAsia"/>
          <w:kern w:val="22"/>
        </w:rPr>
        <w:t>様式第</w:t>
      </w:r>
      <w:r w:rsidR="008462A3">
        <w:rPr>
          <w:rFonts w:hAnsi="ＭＳ 明朝" w:hint="eastAsia"/>
          <w:kern w:val="22"/>
        </w:rPr>
        <w:t>２</w:t>
      </w:r>
      <w:r w:rsidR="008462A3" w:rsidRPr="00522F8F">
        <w:rPr>
          <w:rFonts w:hAnsi="ＭＳ 明朝" w:hint="eastAsia"/>
          <w:kern w:val="22"/>
        </w:rPr>
        <w:t>号</w:t>
      </w:r>
      <w:r w:rsidR="008462A3">
        <w:rPr>
          <w:rFonts w:hAnsi="ＭＳ 明朝" w:hint="eastAsia"/>
          <w:kern w:val="22"/>
        </w:rPr>
        <w:t>関係</w:t>
      </w:r>
      <w:r w:rsidRPr="001E0FBB">
        <w:rPr>
          <w:rFonts w:hAnsi="ＭＳ 明朝" w:hint="eastAsia"/>
          <w:kern w:val="22"/>
          <w:szCs w:val="22"/>
        </w:rPr>
        <w:t xml:space="preserve">）その２　</w:t>
      </w:r>
      <w:r w:rsidR="0060559F" w:rsidRPr="001E0FBB">
        <w:rPr>
          <w:rFonts w:hAnsi="ＭＳ 明朝" w:hint="eastAsia"/>
          <w:kern w:val="22"/>
          <w:szCs w:val="22"/>
        </w:rPr>
        <w:t>設計</w:t>
      </w:r>
      <w:r w:rsidR="00A7526F">
        <w:rPr>
          <w:rFonts w:hAnsi="ＭＳ 明朝" w:hint="eastAsia"/>
          <w:kern w:val="22"/>
          <w:szCs w:val="22"/>
        </w:rPr>
        <w:t>図</w:t>
      </w:r>
      <w:r w:rsidR="0060559F" w:rsidRPr="001E0FBB">
        <w:rPr>
          <w:rFonts w:hAnsi="ＭＳ 明朝" w:hint="eastAsia"/>
          <w:kern w:val="22"/>
          <w:szCs w:val="22"/>
        </w:rPr>
        <w:t>書等</w:t>
      </w:r>
      <w:r w:rsidRPr="001E0FBB">
        <w:rPr>
          <w:rFonts w:hAnsi="ＭＳ 明朝" w:hint="eastAsia"/>
          <w:bCs/>
          <w:kern w:val="22"/>
          <w:szCs w:val="22"/>
        </w:rPr>
        <w:t>に関する</w:t>
      </w:r>
      <w:r w:rsidR="004F55DE" w:rsidRPr="001E0FBB">
        <w:rPr>
          <w:rFonts w:hAnsi="ＭＳ 明朝" w:hint="eastAsia"/>
          <w:bCs/>
          <w:kern w:val="22"/>
          <w:szCs w:val="22"/>
        </w:rPr>
        <w:t>質問書</w:t>
      </w:r>
      <w:r w:rsidRPr="001E0FBB">
        <w:rPr>
          <w:rFonts w:hAnsi="ＭＳ 明朝" w:hint="eastAsia"/>
          <w:bCs/>
          <w:kern w:val="22"/>
          <w:szCs w:val="22"/>
        </w:rPr>
        <w:t>（追加用紙）</w:t>
      </w:r>
    </w:p>
    <w:p w:rsidR="00517275" w:rsidRPr="001E0FBB" w:rsidRDefault="00517275">
      <w:pPr>
        <w:pStyle w:val="10"/>
        <w:autoSpaceDN w:val="0"/>
        <w:rPr>
          <w:rFonts w:hAnsi="ＭＳ 明朝" w:hint="eastAsia"/>
          <w:bCs/>
          <w:kern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5"/>
        <w:gridCol w:w="1070"/>
        <w:gridCol w:w="642"/>
        <w:gridCol w:w="1070"/>
        <w:gridCol w:w="2926"/>
        <w:gridCol w:w="2926"/>
      </w:tblGrid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53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資料の</w:t>
            </w:r>
          </w:p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vAlign w:val="center"/>
          </w:tcPr>
          <w:p w:rsidR="00517275" w:rsidRPr="001E0FBB" w:rsidRDefault="00DC00A0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>
              <w:rPr>
                <w:rFonts w:hAnsi="ＭＳ 明朝" w:hint="eastAsia"/>
                <w:kern w:val="22"/>
              </w:rPr>
              <w:t xml:space="preserve">回　　</w:t>
            </w:r>
            <w:r w:rsidR="00517275" w:rsidRPr="001E0FBB">
              <w:rPr>
                <w:rFonts w:hAnsi="ＭＳ 明朝" w:hint="eastAsia"/>
                <w:kern w:val="22"/>
              </w:rPr>
              <w:t>答</w:t>
            </w: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A20FB9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A20FB9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A20FB9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</w:tbl>
    <w:p w:rsidR="00517275" w:rsidRPr="001E0FBB" w:rsidRDefault="00517275">
      <w:pPr>
        <w:pStyle w:val="10"/>
        <w:autoSpaceDN w:val="0"/>
        <w:rPr>
          <w:rFonts w:hAnsi="ＭＳ 明朝" w:hint="eastAsia"/>
          <w:bCs/>
          <w:kern w:val="22"/>
          <w:szCs w:val="22"/>
        </w:rPr>
      </w:pPr>
    </w:p>
    <w:sectPr w:rsidR="00517275" w:rsidRPr="001E0FBB" w:rsidSect="00C90D3B">
      <w:pgSz w:w="11906" w:h="16838" w:code="9"/>
      <w:pgMar w:top="1418" w:right="1418" w:bottom="1418" w:left="1418" w:header="851" w:footer="851" w:gutter="0"/>
      <w:cols w:space="425"/>
      <w:docGrid w:type="linesAndChars" w:linePitch="302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390" w:rsidRDefault="00030390" w:rsidP="002B4260">
      <w:r>
        <w:separator/>
      </w:r>
    </w:p>
  </w:endnote>
  <w:endnote w:type="continuationSeparator" w:id="0">
    <w:p w:rsidR="00030390" w:rsidRDefault="00030390" w:rsidP="002B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390" w:rsidRDefault="00030390" w:rsidP="002B4260">
      <w:r>
        <w:separator/>
      </w:r>
    </w:p>
  </w:footnote>
  <w:footnote w:type="continuationSeparator" w:id="0">
    <w:p w:rsidR="00030390" w:rsidRDefault="00030390" w:rsidP="002B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4D4F37"/>
    <w:multiLevelType w:val="hybridMultilevel"/>
    <w:tmpl w:val="A0B232F0"/>
    <w:lvl w:ilvl="0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1D"/>
    <w:rsid w:val="00004E94"/>
    <w:rsid w:val="0000621D"/>
    <w:rsid w:val="000100FD"/>
    <w:rsid w:val="00014EC6"/>
    <w:rsid w:val="00015DFF"/>
    <w:rsid w:val="0002259F"/>
    <w:rsid w:val="00024590"/>
    <w:rsid w:val="00030390"/>
    <w:rsid w:val="00032D5F"/>
    <w:rsid w:val="00044E6C"/>
    <w:rsid w:val="000621A1"/>
    <w:rsid w:val="000851CE"/>
    <w:rsid w:val="00086120"/>
    <w:rsid w:val="00091441"/>
    <w:rsid w:val="0009620D"/>
    <w:rsid w:val="00097DEE"/>
    <w:rsid w:val="000A213F"/>
    <w:rsid w:val="000B7879"/>
    <w:rsid w:val="000D0820"/>
    <w:rsid w:val="000E1931"/>
    <w:rsid w:val="000F4D2E"/>
    <w:rsid w:val="000F58F1"/>
    <w:rsid w:val="000F7D9D"/>
    <w:rsid w:val="00115696"/>
    <w:rsid w:val="001352EF"/>
    <w:rsid w:val="00136792"/>
    <w:rsid w:val="00140BCF"/>
    <w:rsid w:val="00146DE7"/>
    <w:rsid w:val="00151D81"/>
    <w:rsid w:val="00185195"/>
    <w:rsid w:val="00190CD5"/>
    <w:rsid w:val="001B70D8"/>
    <w:rsid w:val="001C7DB0"/>
    <w:rsid w:val="001D47E0"/>
    <w:rsid w:val="001D711A"/>
    <w:rsid w:val="001E0FBB"/>
    <w:rsid w:val="001E5999"/>
    <w:rsid w:val="001F12F8"/>
    <w:rsid w:val="0020118A"/>
    <w:rsid w:val="00201388"/>
    <w:rsid w:val="00260789"/>
    <w:rsid w:val="002638E7"/>
    <w:rsid w:val="002657EF"/>
    <w:rsid w:val="002713D9"/>
    <w:rsid w:val="0027302C"/>
    <w:rsid w:val="00276128"/>
    <w:rsid w:val="00292B42"/>
    <w:rsid w:val="002B2CA9"/>
    <w:rsid w:val="002B3EF5"/>
    <w:rsid w:val="002B4260"/>
    <w:rsid w:val="002B7B1C"/>
    <w:rsid w:val="002C31B3"/>
    <w:rsid w:val="002C3724"/>
    <w:rsid w:val="002C3B08"/>
    <w:rsid w:val="002C47FB"/>
    <w:rsid w:val="002C5B63"/>
    <w:rsid w:val="002D78A2"/>
    <w:rsid w:val="00313E13"/>
    <w:rsid w:val="0033738D"/>
    <w:rsid w:val="00346340"/>
    <w:rsid w:val="00351AA6"/>
    <w:rsid w:val="003560D5"/>
    <w:rsid w:val="003576AF"/>
    <w:rsid w:val="0039509C"/>
    <w:rsid w:val="0039651D"/>
    <w:rsid w:val="003A1A32"/>
    <w:rsid w:val="00404BC4"/>
    <w:rsid w:val="00441FEC"/>
    <w:rsid w:val="004558F6"/>
    <w:rsid w:val="00460D33"/>
    <w:rsid w:val="004615EC"/>
    <w:rsid w:val="00465DB4"/>
    <w:rsid w:val="00472AF5"/>
    <w:rsid w:val="0048033F"/>
    <w:rsid w:val="00483D3F"/>
    <w:rsid w:val="00484DFF"/>
    <w:rsid w:val="00492D69"/>
    <w:rsid w:val="00492DB9"/>
    <w:rsid w:val="004C729B"/>
    <w:rsid w:val="004D1B7E"/>
    <w:rsid w:val="004F55DE"/>
    <w:rsid w:val="004F6D06"/>
    <w:rsid w:val="00505115"/>
    <w:rsid w:val="00517275"/>
    <w:rsid w:val="005344C5"/>
    <w:rsid w:val="00536066"/>
    <w:rsid w:val="0053667C"/>
    <w:rsid w:val="00536CBB"/>
    <w:rsid w:val="00544533"/>
    <w:rsid w:val="00546041"/>
    <w:rsid w:val="005464C3"/>
    <w:rsid w:val="005762B8"/>
    <w:rsid w:val="00576F8B"/>
    <w:rsid w:val="00583381"/>
    <w:rsid w:val="00593CB4"/>
    <w:rsid w:val="005A17EB"/>
    <w:rsid w:val="005A3358"/>
    <w:rsid w:val="005D1ADD"/>
    <w:rsid w:val="005E1CA7"/>
    <w:rsid w:val="005E3453"/>
    <w:rsid w:val="0060004B"/>
    <w:rsid w:val="0060559F"/>
    <w:rsid w:val="00615D79"/>
    <w:rsid w:val="00624E88"/>
    <w:rsid w:val="00634FF5"/>
    <w:rsid w:val="0063747C"/>
    <w:rsid w:val="00652E50"/>
    <w:rsid w:val="00657D14"/>
    <w:rsid w:val="00663278"/>
    <w:rsid w:val="00680D8E"/>
    <w:rsid w:val="006A55D9"/>
    <w:rsid w:val="006B71EA"/>
    <w:rsid w:val="006C2B5A"/>
    <w:rsid w:val="006E2AEB"/>
    <w:rsid w:val="006E6BF0"/>
    <w:rsid w:val="006E712E"/>
    <w:rsid w:val="006F41EC"/>
    <w:rsid w:val="0070058D"/>
    <w:rsid w:val="00706956"/>
    <w:rsid w:val="0073008A"/>
    <w:rsid w:val="007350CA"/>
    <w:rsid w:val="007414EF"/>
    <w:rsid w:val="0075214A"/>
    <w:rsid w:val="00757799"/>
    <w:rsid w:val="00760301"/>
    <w:rsid w:val="007759D8"/>
    <w:rsid w:val="00782836"/>
    <w:rsid w:val="00784B23"/>
    <w:rsid w:val="00787C8E"/>
    <w:rsid w:val="007A46C0"/>
    <w:rsid w:val="007B4620"/>
    <w:rsid w:val="007C7524"/>
    <w:rsid w:val="0082546E"/>
    <w:rsid w:val="00832E9E"/>
    <w:rsid w:val="008456E7"/>
    <w:rsid w:val="008462A3"/>
    <w:rsid w:val="00852FF0"/>
    <w:rsid w:val="008663F6"/>
    <w:rsid w:val="00870D1A"/>
    <w:rsid w:val="00873F11"/>
    <w:rsid w:val="008A585E"/>
    <w:rsid w:val="008B299F"/>
    <w:rsid w:val="008C68D8"/>
    <w:rsid w:val="008C79F5"/>
    <w:rsid w:val="008D0B5E"/>
    <w:rsid w:val="008D54EC"/>
    <w:rsid w:val="008F0D9A"/>
    <w:rsid w:val="00905222"/>
    <w:rsid w:val="00907D7C"/>
    <w:rsid w:val="009233F9"/>
    <w:rsid w:val="0092476F"/>
    <w:rsid w:val="00926134"/>
    <w:rsid w:val="00935185"/>
    <w:rsid w:val="00937C74"/>
    <w:rsid w:val="00947A5B"/>
    <w:rsid w:val="009614F9"/>
    <w:rsid w:val="00966FA4"/>
    <w:rsid w:val="00996524"/>
    <w:rsid w:val="00997677"/>
    <w:rsid w:val="009A38F1"/>
    <w:rsid w:val="009B2483"/>
    <w:rsid w:val="009B514A"/>
    <w:rsid w:val="009B63D0"/>
    <w:rsid w:val="009E0B04"/>
    <w:rsid w:val="009F2C61"/>
    <w:rsid w:val="009F5F65"/>
    <w:rsid w:val="00A20FB9"/>
    <w:rsid w:val="00A21484"/>
    <w:rsid w:val="00A26545"/>
    <w:rsid w:val="00A441A0"/>
    <w:rsid w:val="00A46C92"/>
    <w:rsid w:val="00A60FAB"/>
    <w:rsid w:val="00A656EC"/>
    <w:rsid w:val="00A7526F"/>
    <w:rsid w:val="00A90CFC"/>
    <w:rsid w:val="00A94ED9"/>
    <w:rsid w:val="00AA34C4"/>
    <w:rsid w:val="00AA5393"/>
    <w:rsid w:val="00AB545D"/>
    <w:rsid w:val="00AB6DD5"/>
    <w:rsid w:val="00AB7774"/>
    <w:rsid w:val="00AB7AD6"/>
    <w:rsid w:val="00AB7EFE"/>
    <w:rsid w:val="00AD630F"/>
    <w:rsid w:val="00AE10A8"/>
    <w:rsid w:val="00AE6C2B"/>
    <w:rsid w:val="00AF1302"/>
    <w:rsid w:val="00AF693A"/>
    <w:rsid w:val="00B02227"/>
    <w:rsid w:val="00B3294F"/>
    <w:rsid w:val="00B70982"/>
    <w:rsid w:val="00B827B7"/>
    <w:rsid w:val="00B82D03"/>
    <w:rsid w:val="00B930ED"/>
    <w:rsid w:val="00BA41F3"/>
    <w:rsid w:val="00BA5703"/>
    <w:rsid w:val="00BB6282"/>
    <w:rsid w:val="00C90D3B"/>
    <w:rsid w:val="00C95D35"/>
    <w:rsid w:val="00CA6B74"/>
    <w:rsid w:val="00CB322B"/>
    <w:rsid w:val="00CB34F3"/>
    <w:rsid w:val="00CD6B5F"/>
    <w:rsid w:val="00D01D75"/>
    <w:rsid w:val="00D036A5"/>
    <w:rsid w:val="00D25514"/>
    <w:rsid w:val="00D440E5"/>
    <w:rsid w:val="00D444FD"/>
    <w:rsid w:val="00D57C33"/>
    <w:rsid w:val="00D64CB6"/>
    <w:rsid w:val="00D6734B"/>
    <w:rsid w:val="00D7631C"/>
    <w:rsid w:val="00DA05C4"/>
    <w:rsid w:val="00DB1AD7"/>
    <w:rsid w:val="00DB6465"/>
    <w:rsid w:val="00DC00A0"/>
    <w:rsid w:val="00DC24BD"/>
    <w:rsid w:val="00DD61E3"/>
    <w:rsid w:val="00DE5F45"/>
    <w:rsid w:val="00DE724D"/>
    <w:rsid w:val="00DF2DE2"/>
    <w:rsid w:val="00E139E3"/>
    <w:rsid w:val="00E1693E"/>
    <w:rsid w:val="00E203B3"/>
    <w:rsid w:val="00E23DF1"/>
    <w:rsid w:val="00E62328"/>
    <w:rsid w:val="00E850DC"/>
    <w:rsid w:val="00E87E0F"/>
    <w:rsid w:val="00ED1C40"/>
    <w:rsid w:val="00ED62A7"/>
    <w:rsid w:val="00EE2106"/>
    <w:rsid w:val="00EE3001"/>
    <w:rsid w:val="00EF0B9C"/>
    <w:rsid w:val="00F10FAD"/>
    <w:rsid w:val="00F12261"/>
    <w:rsid w:val="00F21BE2"/>
    <w:rsid w:val="00F221BA"/>
    <w:rsid w:val="00F26D15"/>
    <w:rsid w:val="00F43C47"/>
    <w:rsid w:val="00F61676"/>
    <w:rsid w:val="00F66849"/>
    <w:rsid w:val="00F7443C"/>
    <w:rsid w:val="00F74AB1"/>
    <w:rsid w:val="00F75FFE"/>
    <w:rsid w:val="00F82EB1"/>
    <w:rsid w:val="00F9527F"/>
    <w:rsid w:val="00FA5663"/>
    <w:rsid w:val="00FB30CA"/>
    <w:rsid w:val="00FD2238"/>
    <w:rsid w:val="00FD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  <w:rPr>
      <w:sz w:val="22"/>
    </w:rPr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</w:style>
  <w:style w:type="character" w:styleId="ab">
    <w:name w:val="Hyperlink"/>
    <w:rsid w:val="00A60FAB"/>
    <w:rPr>
      <w:color w:val="0000FF"/>
      <w:u w:val="single"/>
    </w:rPr>
  </w:style>
  <w:style w:type="paragraph" w:styleId="ac">
    <w:name w:val="header"/>
    <w:basedOn w:val="a"/>
    <w:rsid w:val="00F43C47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F43C4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24037;&#20107;&#22865;&#32004;&#20418;\&#9671;&#26465;&#20214;&#20184;&#19968;&#33324;&#31478;&#20105;&#20837;&#26413;\19&#24180;&#24230;&#12288;&#26465;&#20214;&#20184;&#19968;&#33324;&#31478;&#20105;&#20837;&#26413;\&#9734;&#19968;&#33324;&#31478;&#20105;&#20837;&#26413;&#65288;&#35201;&#32177;&#12289;&#20181;&#27096;&#26360;&#12394;&#12393;&#65289;\&#9734;&#9734;%20&#20837;&#26413;&#21442;&#21152;&#36039;&#26684;&#30906;&#35469;&#30003;&#35531;&#26360;&#12411;&#12363;&#27096;&#24335;&#65288;1-5&#65289;&#12288;070829&#9734;&#9734;\&#65288;&#27096;&#24335;&#65300;&#65289;&#20837;&#26413;&#21442;&#21152;&#36039;&#26684;&#12395;&#38306;&#12377;&#12427;&#36074;&#21839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（様式４）入札参加資格に関する質問書.dot</Template>
  <TotalTime>0</TotalTime>
  <Pages>3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様式第4号</vt:lpstr>
      <vt:lpstr>様式第4号</vt:lpstr>
    </vt:vector>
  </TitlesOfParts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</dc:title>
  <dc:subject/>
  <dc:creator/>
  <cp:keywords/>
  <cp:lastModifiedBy/>
  <cp:revision>1</cp:revision>
  <cp:lastPrinted>2012-05-28T00:40:00Z</cp:lastPrinted>
  <dcterms:created xsi:type="dcterms:W3CDTF">2026-02-10T04:43:00Z</dcterms:created>
  <dcterms:modified xsi:type="dcterms:W3CDTF">2026-02-10T04:43:00Z</dcterms:modified>
</cp:coreProperties>
</file>